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1"/>
        <w:gridCol w:w="4637"/>
      </w:tblGrid>
      <w:tr w:rsidR="005E5126" w:rsidTr="005E5126">
        <w:trPr>
          <w:trHeight w:val="473"/>
        </w:trPr>
        <w:tc>
          <w:tcPr>
            <w:tcW w:w="5385" w:type="dxa"/>
          </w:tcPr>
          <w:p w:rsidR="005E5126" w:rsidRPr="003D004D" w:rsidRDefault="005E5126">
            <w:proofErr w:type="spellStart"/>
            <w:r w:rsidRPr="003D004D">
              <w:rPr>
                <w:b/>
              </w:rPr>
              <w:t>NAME:</w:t>
            </w:r>
            <w:r w:rsidR="00885A1A">
              <w:rPr>
                <w:b/>
              </w:rPr>
              <w:t>caleb</w:t>
            </w:r>
            <w:proofErr w:type="spellEnd"/>
            <w:r w:rsidR="00885A1A">
              <w:rPr>
                <w:b/>
              </w:rPr>
              <w:t xml:space="preserve"> r</w:t>
            </w:r>
          </w:p>
        </w:tc>
        <w:tc>
          <w:tcPr>
            <w:tcW w:w="5222" w:type="dxa"/>
          </w:tcPr>
          <w:p w:rsidR="005E5126" w:rsidRPr="005E5126" w:rsidRDefault="005E5126" w:rsidP="005E5126">
            <w:pPr>
              <w:rPr>
                <w:b/>
              </w:rPr>
            </w:pPr>
            <w:r>
              <w:rPr>
                <w:b/>
              </w:rPr>
              <w:t xml:space="preserve">WEEK #:  </w:t>
            </w:r>
            <w:r w:rsidR="00885A1A">
              <w:rPr>
                <w:b/>
              </w:rPr>
              <w:t>3</w:t>
            </w:r>
          </w:p>
        </w:tc>
      </w:tr>
      <w:tr w:rsidR="003D004D" w:rsidTr="003D004D">
        <w:trPr>
          <w:trHeight w:val="473"/>
        </w:trPr>
        <w:tc>
          <w:tcPr>
            <w:tcW w:w="5380" w:type="dxa"/>
          </w:tcPr>
          <w:p w:rsidR="003D004D" w:rsidRPr="003D004D" w:rsidRDefault="00885A1A" w:rsidP="005E5126">
            <w:pPr>
              <w:rPr>
                <w:b/>
              </w:rPr>
            </w:pPr>
            <w:proofErr w:type="spellStart"/>
            <w:r>
              <w:rPr>
                <w:b/>
              </w:rPr>
              <w:t>Monday:no</w:t>
            </w:r>
            <w:proofErr w:type="spellEnd"/>
            <w:r>
              <w:rPr>
                <w:b/>
              </w:rPr>
              <w:t xml:space="preserve"> school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Tuesday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proofErr w:type="spellStart"/>
            <w:r w:rsidR="00885A1A">
              <w:rPr>
                <w:b/>
              </w:rPr>
              <w:t>megabyite</w:t>
            </w:r>
            <w:proofErr w:type="spellEnd"/>
          </w:p>
        </w:tc>
      </w:tr>
      <w:tr w:rsidR="003D004D" w:rsidTr="003D004D">
        <w:trPr>
          <w:trHeight w:val="4385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</w:p>
        </w:tc>
        <w:tc>
          <w:tcPr>
            <w:tcW w:w="5227" w:type="dxa"/>
          </w:tcPr>
          <w:p w:rsidR="00885A1A" w:rsidRPr="003D004D" w:rsidRDefault="003D004D">
            <w:pPr>
              <w:rPr>
                <w:b/>
              </w:rPr>
            </w:pPr>
            <w:proofErr w:type="spellStart"/>
            <w:r w:rsidRPr="003D004D">
              <w:rPr>
                <w:b/>
              </w:rPr>
              <w:t>Defintion</w:t>
            </w:r>
            <w:proofErr w:type="spellEnd"/>
            <w:r w:rsidRPr="003D004D">
              <w:rPr>
                <w:b/>
              </w:rPr>
              <w:t xml:space="preserve">:  </w:t>
            </w:r>
            <w:r w:rsidR="00885A1A">
              <w:rPr>
                <w:b/>
              </w:rPr>
              <w:t xml:space="preserve">a </w:t>
            </w:r>
            <w:proofErr w:type="spellStart"/>
            <w:r w:rsidR="00885A1A">
              <w:rPr>
                <w:b/>
              </w:rPr>
              <w:t>megabyite</w:t>
            </w:r>
            <w:proofErr w:type="spellEnd"/>
            <w:r w:rsidR="00885A1A">
              <w:rPr>
                <w:b/>
              </w:rPr>
              <w:t xml:space="preserve"> is 1,048,575 bytes.   It can estimate ten to the 6</w:t>
            </w:r>
            <w:r w:rsidR="00885A1A" w:rsidRPr="00885A1A">
              <w:rPr>
                <w:b/>
                <w:vertAlign w:val="superscript"/>
              </w:rPr>
              <w:t>th</w:t>
            </w:r>
            <w:r w:rsidR="00885A1A">
              <w:rPr>
                <w:b/>
              </w:rPr>
              <w:t xml:space="preserve"> power. Or 1 million </w:t>
            </w:r>
            <w:proofErr w:type="spellStart"/>
            <w:r w:rsidR="00885A1A">
              <w:rPr>
                <w:b/>
              </w:rPr>
              <w:t>byites</w:t>
            </w:r>
            <w:proofErr w:type="spellEnd"/>
            <w:r w:rsidR="00DA7993">
              <w:rPr>
                <w:b/>
              </w:rPr>
              <w:t xml:space="preserve"> </w:t>
            </w:r>
          </w:p>
        </w:tc>
      </w:tr>
      <w:tr w:rsidR="003D004D" w:rsidTr="00205F97">
        <w:trPr>
          <w:trHeight w:val="692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Wednesday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Thursday  </w:t>
            </w:r>
          </w:p>
        </w:tc>
      </w:tr>
      <w:tr w:rsidR="003D004D" w:rsidTr="003D004D">
        <w:trPr>
          <w:trHeight w:val="73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205F97">
              <w:rPr>
                <w:b/>
              </w:rPr>
              <w:t>Browser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proofErr w:type="spellStart"/>
            <w:r w:rsidR="00F25EBC">
              <w:rPr>
                <w:b/>
              </w:rPr>
              <w:t>cpu</w:t>
            </w:r>
            <w:proofErr w:type="spellEnd"/>
          </w:p>
        </w:tc>
      </w:tr>
      <w:tr w:rsidR="003D004D" w:rsidTr="003D004D">
        <w:trPr>
          <w:trHeight w:val="3977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205F97">
              <w:rPr>
                <w:b/>
              </w:rPr>
              <w:t xml:space="preserve">the software application that </w:t>
            </w:r>
            <w:proofErr w:type="spellStart"/>
            <w:r w:rsidR="00205F97">
              <w:rPr>
                <w:b/>
              </w:rPr>
              <w:t>allowes</w:t>
            </w:r>
            <w:proofErr w:type="spellEnd"/>
            <w:r w:rsidR="00205F97">
              <w:rPr>
                <w:b/>
              </w:rPr>
              <w:t xml:space="preserve"> you to </w:t>
            </w:r>
            <w:proofErr w:type="spellStart"/>
            <w:r w:rsidR="00205F97">
              <w:rPr>
                <w:b/>
              </w:rPr>
              <w:t>viewinternet</w:t>
            </w:r>
            <w:proofErr w:type="spellEnd"/>
            <w:r w:rsidR="00205F97">
              <w:rPr>
                <w:b/>
              </w:rPr>
              <w:t xml:space="preserve">  pages</w:t>
            </w:r>
          </w:p>
        </w:tc>
        <w:tc>
          <w:tcPr>
            <w:tcW w:w="5227" w:type="dxa"/>
          </w:tcPr>
          <w:p w:rsid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F25EBC">
              <w:rPr>
                <w:b/>
              </w:rPr>
              <w:t xml:space="preserve">central processing unit. The </w:t>
            </w:r>
            <w:proofErr w:type="spellStart"/>
            <w:r w:rsidR="00F25EBC">
              <w:rPr>
                <w:b/>
              </w:rPr>
              <w:t>cpu</w:t>
            </w:r>
            <w:proofErr w:type="spellEnd"/>
            <w:r w:rsidR="00F25EBC">
              <w:rPr>
                <w:b/>
              </w:rPr>
              <w:t xml:space="preserve"> is a hard ware</w:t>
            </w:r>
          </w:p>
          <w:p w:rsidR="00F25EBC" w:rsidRPr="003D004D" w:rsidRDefault="00F25EBC">
            <w:pPr>
              <w:rPr>
                <w:b/>
              </w:rPr>
            </w:pPr>
          </w:p>
        </w:tc>
      </w:tr>
      <w:tr w:rsidR="003D004D" w:rsidTr="003D004D">
        <w:trPr>
          <w:trHeight w:val="2429"/>
        </w:trPr>
        <w:tc>
          <w:tcPr>
            <w:tcW w:w="10607" w:type="dxa"/>
            <w:gridSpan w:val="2"/>
          </w:tcPr>
          <w:p w:rsidR="003D004D" w:rsidRPr="003D004D" w:rsidRDefault="003C456B">
            <w:pPr>
              <w:rPr>
                <w:b/>
              </w:rPr>
            </w:pPr>
            <w:r>
              <w:rPr>
                <w:b/>
              </w:rPr>
              <w:lastRenderedPageBreak/>
              <w:t>Reflection</w:t>
            </w:r>
            <w:r w:rsidR="00F02725">
              <w:rPr>
                <w:b/>
              </w:rPr>
              <w:t>:</w:t>
            </w:r>
            <w:r w:rsidR="001A7A22">
              <w:rPr>
                <w:b/>
              </w:rPr>
              <w:t xml:space="preserve"> I knew some words this week. Math</w:t>
            </w:r>
            <w:r w:rsidR="00297369">
              <w:rPr>
                <w:b/>
              </w:rPr>
              <w:t xml:space="preserve"> </w:t>
            </w:r>
            <w:r w:rsidR="001A7A22">
              <w:rPr>
                <w:b/>
              </w:rPr>
              <w:t>2 days ago was easy.</w:t>
            </w:r>
            <w:r w:rsidR="003D4BDD">
              <w:rPr>
                <w:b/>
              </w:rPr>
              <w:t xml:space="preserve">  </w:t>
            </w: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885A1A"/>
    <w:rsid w:val="001A7A22"/>
    <w:rsid w:val="00205F97"/>
    <w:rsid w:val="00297369"/>
    <w:rsid w:val="0039291A"/>
    <w:rsid w:val="003A37C7"/>
    <w:rsid w:val="003C456B"/>
    <w:rsid w:val="003D004D"/>
    <w:rsid w:val="003D4BDD"/>
    <w:rsid w:val="00480FC9"/>
    <w:rsid w:val="004F7C77"/>
    <w:rsid w:val="005E5126"/>
    <w:rsid w:val="00754650"/>
    <w:rsid w:val="00830AA8"/>
    <w:rsid w:val="00885A1A"/>
    <w:rsid w:val="00A0474C"/>
    <w:rsid w:val="00A21A11"/>
    <w:rsid w:val="00A36B4B"/>
    <w:rsid w:val="00D21F89"/>
    <w:rsid w:val="00DA7993"/>
    <w:rsid w:val="00E8780A"/>
    <w:rsid w:val="00F02725"/>
    <w:rsid w:val="00F17600"/>
    <w:rsid w:val="00F25EBC"/>
    <w:rsid w:val="00FD3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elmacserver\HomesMZ2\StudentsMZ\18rasmuc\6th%20Tech\vocab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vocab sheet</Template>
  <TotalTime>13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18rassmc</dc:creator>
  <cp:keywords/>
  <dc:description/>
  <cp:lastModifiedBy>18rassmc</cp:lastModifiedBy>
  <cp:revision>8</cp:revision>
  <dcterms:created xsi:type="dcterms:W3CDTF">2012-01-17T18:07:00Z</dcterms:created>
  <dcterms:modified xsi:type="dcterms:W3CDTF">2012-02-17T18:08:00Z</dcterms:modified>
</cp:coreProperties>
</file>